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3C1538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61265E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3C1538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3C1538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61265E" w:rsidTr="0061265E">
        <w:trPr>
          <w:trHeight w:val="732"/>
        </w:trPr>
        <w:tc>
          <w:tcPr>
            <w:tcW w:w="9001" w:type="dxa"/>
            <w:vAlign w:val="center"/>
          </w:tcPr>
          <w:p w:rsidR="0061265E" w:rsidRPr="00827E0A" w:rsidRDefault="0061265E" w:rsidP="0061265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61265E" w:rsidRPr="00827E0A" w:rsidRDefault="0061265E" w:rsidP="0061265E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Pr="00827E0A">
              <w:rPr>
                <w:b/>
              </w:rPr>
              <w:t>dokumentace pro vydání společného povolení</w:t>
            </w:r>
          </w:p>
        </w:tc>
      </w:tr>
      <w:tr w:rsidR="0061265E" w:rsidTr="0061265E">
        <w:trPr>
          <w:trHeight w:val="73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61265E" w:rsidTr="0061265E">
        <w:trPr>
          <w:trHeight w:val="73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4D0616">
              <w:rPr>
                <w:b/>
              </w:rPr>
              <w:t>E2.</w:t>
            </w:r>
            <w:r w:rsidRPr="004D0616">
              <w:rPr>
                <w:b/>
              </w:rPr>
              <w:tab/>
              <w:t>Stanovisk</w:t>
            </w:r>
            <w:r>
              <w:rPr>
                <w:b/>
              </w:rPr>
              <w:t xml:space="preserve">a vlastníků veřejné dopravní a </w:t>
            </w:r>
            <w:bookmarkStart w:id="0" w:name="_GoBack"/>
            <w:bookmarkEnd w:id="0"/>
            <w:r w:rsidRPr="004D0616">
              <w:rPr>
                <w:b/>
              </w:rPr>
              <w:t>technické infrastruktury</w:t>
            </w:r>
          </w:p>
        </w:tc>
      </w:tr>
      <w:tr w:rsidR="0061265E" w:rsidTr="0061265E">
        <w:trPr>
          <w:trHeight w:val="73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61265E" w:rsidTr="0061265E">
        <w:trPr>
          <w:trHeight w:val="57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</w:pPr>
            <w:r w:rsidRPr="000F0652">
              <w:t xml:space="preserve">Objednatel: </w:t>
            </w:r>
            <w:r>
              <w:t>Město Klobouky u Brna</w:t>
            </w:r>
          </w:p>
        </w:tc>
      </w:tr>
      <w:tr w:rsidR="0061265E" w:rsidTr="0061265E">
        <w:trPr>
          <w:trHeight w:val="57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</w:pPr>
          </w:p>
        </w:tc>
      </w:tr>
      <w:tr w:rsidR="0061265E" w:rsidTr="0061265E">
        <w:trPr>
          <w:trHeight w:val="579"/>
        </w:trPr>
        <w:tc>
          <w:tcPr>
            <w:tcW w:w="9001" w:type="dxa"/>
            <w:vAlign w:val="center"/>
          </w:tcPr>
          <w:p w:rsidR="0061265E" w:rsidRPr="000F0652" w:rsidRDefault="0061265E" w:rsidP="0061265E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3C1538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C228D"/>
    <w:rsid w:val="001F7F63"/>
    <w:rsid w:val="003C1538"/>
    <w:rsid w:val="00460B7D"/>
    <w:rsid w:val="004958DC"/>
    <w:rsid w:val="004C6B74"/>
    <w:rsid w:val="004D0616"/>
    <w:rsid w:val="005608FA"/>
    <w:rsid w:val="00561007"/>
    <w:rsid w:val="0061265E"/>
    <w:rsid w:val="00635381"/>
    <w:rsid w:val="006D4796"/>
    <w:rsid w:val="007E4E11"/>
    <w:rsid w:val="007E7FDE"/>
    <w:rsid w:val="008D2E27"/>
    <w:rsid w:val="00933E85"/>
    <w:rsid w:val="0094677D"/>
    <w:rsid w:val="009D5B94"/>
    <w:rsid w:val="00A0073C"/>
    <w:rsid w:val="00A26B6E"/>
    <w:rsid w:val="00A67D61"/>
    <w:rsid w:val="00A90821"/>
    <w:rsid w:val="00AE5373"/>
    <w:rsid w:val="00AF5F36"/>
    <w:rsid w:val="00AF78FA"/>
    <w:rsid w:val="00BA6B07"/>
    <w:rsid w:val="00BD1E95"/>
    <w:rsid w:val="00CF5790"/>
    <w:rsid w:val="00D7504F"/>
    <w:rsid w:val="00DA033F"/>
    <w:rsid w:val="00DF1DA9"/>
    <w:rsid w:val="00EA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954E75B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0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4</cp:revision>
  <cp:lastPrinted>2006-04-20T09:46:00Z</cp:lastPrinted>
  <dcterms:created xsi:type="dcterms:W3CDTF">2018-08-08T16:55:00Z</dcterms:created>
  <dcterms:modified xsi:type="dcterms:W3CDTF">2018-12-05T09:44:00Z</dcterms:modified>
</cp:coreProperties>
</file>